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112AE7FC" w:rsidR="000348ED" w:rsidRPr="00D3591F" w:rsidRDefault="005D05AC" w:rsidP="00D611AD">
            <w:r w:rsidRPr="00D3591F">
              <w:t>From:</w:t>
            </w:r>
            <w:r w:rsidRPr="00D3591F">
              <w:tab/>
            </w:r>
            <w:r w:rsidR="00D611AD">
              <w:t>DTEC</w:t>
            </w:r>
          </w:p>
        </w:tc>
        <w:tc>
          <w:tcPr>
            <w:tcW w:w="5461" w:type="dxa"/>
          </w:tcPr>
          <w:p w14:paraId="2AC712EC" w14:textId="77931A6B" w:rsidR="00833856" w:rsidRDefault="00833856" w:rsidP="008F4DC3">
            <w:pPr>
              <w:jc w:val="right"/>
            </w:pPr>
            <w:r>
              <w:t>PAP56-</w:t>
            </w:r>
            <w:r w:rsidR="005F1812">
              <w:t>2.19.1</w:t>
            </w:r>
          </w:p>
          <w:p w14:paraId="6A7665EF" w14:textId="3D0959CE" w:rsidR="00DA6127" w:rsidRDefault="00833856" w:rsidP="008F4DC3">
            <w:pPr>
              <w:jc w:val="right"/>
            </w:pPr>
            <w:r>
              <w:t>(</w:t>
            </w:r>
            <w:r w:rsidR="00001016">
              <w:t>DTEC3-</w:t>
            </w:r>
            <w:r w:rsidR="00193367">
              <w:t>11.2.3.4</w:t>
            </w:r>
            <w:r>
              <w:t>)</w:t>
            </w:r>
          </w:p>
          <w:p w14:paraId="2E8FE447" w14:textId="77777777" w:rsidR="00001016" w:rsidRDefault="00001016" w:rsidP="008F4DC3">
            <w:pPr>
              <w:jc w:val="right"/>
            </w:pPr>
            <w:r>
              <w:t>03.10.</w:t>
            </w:r>
            <w:r w:rsidRPr="00D3591F">
              <w:t>202</w:t>
            </w:r>
            <w:r>
              <w:t>4</w:t>
            </w:r>
          </w:p>
          <w:p w14:paraId="000B3CEB" w14:textId="6DBE09EE" w:rsidR="000348ED" w:rsidRPr="00D3591F" w:rsidRDefault="002C7EEA" w:rsidP="008F4DC3">
            <w:pPr>
              <w:jc w:val="right"/>
            </w:pPr>
            <w:r>
              <w:t>ARM 1</w:t>
            </w:r>
            <w:r w:rsidR="006B6CD3">
              <w:t>8</w:t>
            </w:r>
            <w:r>
              <w:t>, T</w:t>
            </w:r>
            <w:r w:rsidR="00DA6127">
              <w:t>ask</w:t>
            </w:r>
            <w:r>
              <w:t xml:space="preserve"> 2.2.</w:t>
            </w:r>
            <w:r w:rsidR="00020BAB">
              <w:t>2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3D97225" w:rsidR="000348ED" w:rsidRPr="00D3591F" w:rsidRDefault="005D05AC" w:rsidP="00D611AD">
            <w:r w:rsidRPr="00D3591F">
              <w:t>To:</w:t>
            </w:r>
            <w:r w:rsidRPr="00D3591F">
              <w:tab/>
            </w:r>
            <w:r w:rsidR="00D611AD">
              <w:t xml:space="preserve">ARM / </w:t>
            </w:r>
            <w:r w:rsidR="00AC3994" w:rsidRPr="00D3591F">
              <w:t>PAP</w:t>
            </w:r>
            <w:r w:rsidR="005C610C">
              <w:t xml:space="preserve"> / VTS / ENG </w:t>
            </w:r>
          </w:p>
        </w:tc>
        <w:tc>
          <w:tcPr>
            <w:tcW w:w="5461" w:type="dxa"/>
          </w:tcPr>
          <w:p w14:paraId="158E6A60" w14:textId="3256987A" w:rsidR="000348ED" w:rsidRPr="00D3591F" w:rsidRDefault="000348ED" w:rsidP="00D611AD">
            <w:pPr>
              <w:jc w:val="right"/>
            </w:pP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19C96790" w14:textId="77777777" w:rsidR="00D611AD" w:rsidRDefault="00D611AD" w:rsidP="002B0236">
      <w:pPr>
        <w:pStyle w:val="BodyText"/>
      </w:pPr>
      <w:r>
        <w:t>DTEC thanks ARM for the liaison note on</w:t>
      </w:r>
      <w:r w:rsidR="00AC3994" w:rsidRPr="00D3591F">
        <w:t xml:space="preserve"> IALA documentation relating to AIS. </w:t>
      </w:r>
    </w:p>
    <w:p w14:paraId="27DF5385" w14:textId="711BB302" w:rsidR="00D611AD" w:rsidRDefault="00D611AD" w:rsidP="002B0236">
      <w:pPr>
        <w:pStyle w:val="BodyText"/>
        <w:rPr>
          <w:lang w:eastAsia="de-DE"/>
        </w:rPr>
      </w:pPr>
      <w:r>
        <w:t xml:space="preserve">DTEC agrees in general with the proposal to </w:t>
      </w:r>
      <w:r w:rsidRPr="00D3591F">
        <w:rPr>
          <w:lang w:eastAsia="de-DE"/>
        </w:rPr>
        <w:t xml:space="preserve">revise R0126 to be the single overarching recommendation related to </w:t>
      </w:r>
      <w:r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>
        <w:rPr>
          <w:lang w:eastAsia="de-DE"/>
        </w:rPr>
        <w:t xml:space="preserve"> in Marine AtoN and develop o</w:t>
      </w:r>
      <w:r w:rsidRPr="00D611AD">
        <w:rPr>
          <w:lang w:eastAsia="de-DE"/>
        </w:rPr>
        <w:t>ne new Guideline, or a limited number of guidelines will be required to consolidate existing guidance on this subject.</w:t>
      </w:r>
    </w:p>
    <w:p w14:paraId="74B45E07" w14:textId="3C8A7CB7" w:rsidR="00D611AD" w:rsidRDefault="00D611AD" w:rsidP="00D611AD">
      <w:pPr>
        <w:pStyle w:val="Heading1"/>
        <w:tabs>
          <w:tab w:val="clear" w:pos="432"/>
        </w:tabs>
        <w:ind w:left="567" w:hanging="567"/>
      </w:pPr>
      <w:r w:rsidRPr="00D3591F">
        <w:t>PROPOSAL</w:t>
      </w:r>
    </w:p>
    <w:p w14:paraId="433BCB54" w14:textId="6519C216" w:rsidR="00D611AD" w:rsidRDefault="00D611AD" w:rsidP="002B0236">
      <w:pPr>
        <w:pStyle w:val="BodyText"/>
      </w:pPr>
      <w:r>
        <w:t xml:space="preserve">However, DTEC wishes to emphasise that no information should be </w:t>
      </w:r>
      <w:r w:rsidRPr="00D611AD">
        <w:t>archived</w:t>
      </w:r>
      <w:r>
        <w:t xml:space="preserve"> or retired before it is published in the new documentation.</w:t>
      </w:r>
    </w:p>
    <w:p w14:paraId="627283EA" w14:textId="5BED6043" w:rsidR="00D611AD" w:rsidRDefault="00D611AD" w:rsidP="002B0236">
      <w:pPr>
        <w:pStyle w:val="BodyText"/>
      </w:pPr>
      <w:r>
        <w:t xml:space="preserve">In addition DTEC suggests that </w:t>
      </w:r>
      <w:r w:rsidRPr="00D611AD">
        <w:t>Recomme</w:t>
      </w:r>
      <w:r>
        <w:t xml:space="preserve">ndation R0124 – The AIS Service – , or an equivalent renamed document, be kept accessible as it contains valuable detailed technical description on the AIS service that may not be included in the new streamlined AIS documentation. </w:t>
      </w:r>
    </w:p>
    <w:p w14:paraId="676B764F" w14:textId="04D5DFB6" w:rsidR="001A59FC" w:rsidRDefault="001A59FC" w:rsidP="002B0236">
      <w:pPr>
        <w:pStyle w:val="BodyText"/>
      </w:pPr>
      <w:r>
        <w:t>DTEC plans to review the proposed retirements and report back at DTEC4.</w:t>
      </w: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2BFCE737" w14:textId="3E1F6951" w:rsidR="00B92CAF" w:rsidRPr="00D611AD" w:rsidRDefault="0058342E" w:rsidP="00D611AD">
      <w:pPr>
        <w:pStyle w:val="BodyText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D611AD">
        <w:t xml:space="preserve"> n</w:t>
      </w:r>
      <w:r w:rsidR="005C610C">
        <w:t xml:space="preserve">ote </w:t>
      </w:r>
      <w:r w:rsidRPr="00D3591F">
        <w:t>the proposed approach</w:t>
      </w:r>
      <w:r w:rsidR="009C162E">
        <w:t xml:space="preserve"> and respond to AR</w:t>
      </w:r>
      <w:r w:rsidR="00B92CAF">
        <w:t>M.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18121" w14:textId="77777777" w:rsidR="00CF6DB3" w:rsidRDefault="00CF6DB3" w:rsidP="002B0236">
      <w:r>
        <w:separator/>
      </w:r>
    </w:p>
  </w:endnote>
  <w:endnote w:type="continuationSeparator" w:id="0">
    <w:p w14:paraId="22769458" w14:textId="77777777" w:rsidR="00CF6DB3" w:rsidRDefault="00CF6DB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13020" w14:textId="10FC472A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59F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BAC94" w14:textId="77777777" w:rsidR="00CF6DB3" w:rsidRDefault="00CF6DB3" w:rsidP="002B0236">
      <w:r>
        <w:separator/>
      </w:r>
    </w:p>
  </w:footnote>
  <w:footnote w:type="continuationSeparator" w:id="0">
    <w:p w14:paraId="3BC83A42" w14:textId="77777777" w:rsidR="00CF6DB3" w:rsidRDefault="00CF6DB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B177" w14:textId="177CD21B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84824" w14:textId="2A9523D0" w:rsidR="008E7A45" w:rsidRDefault="00D27F35" w:rsidP="002B0236">
    <w:pPr>
      <w:pStyle w:val="Header"/>
    </w:pPr>
    <w:r>
      <w:rPr>
        <w:noProof/>
        <w:lang w:val="de-DE" w:eastAsia="de-DE"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8460A" w14:textId="45382F56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54280180">
    <w:abstractNumId w:val="11"/>
  </w:num>
  <w:num w:numId="2" w16cid:durableId="1344280899">
    <w:abstractNumId w:val="16"/>
  </w:num>
  <w:num w:numId="3" w16cid:durableId="1830633909">
    <w:abstractNumId w:val="11"/>
  </w:num>
  <w:num w:numId="4" w16cid:durableId="1391273394">
    <w:abstractNumId w:val="11"/>
  </w:num>
  <w:num w:numId="5" w16cid:durableId="157352849">
    <w:abstractNumId w:val="4"/>
  </w:num>
  <w:num w:numId="6" w16cid:durableId="1634679841">
    <w:abstractNumId w:val="12"/>
  </w:num>
  <w:num w:numId="7" w16cid:durableId="1662074701">
    <w:abstractNumId w:val="8"/>
  </w:num>
  <w:num w:numId="8" w16cid:durableId="1069694639">
    <w:abstractNumId w:val="0"/>
  </w:num>
  <w:num w:numId="9" w16cid:durableId="542209126">
    <w:abstractNumId w:val="3"/>
  </w:num>
  <w:num w:numId="10" w16cid:durableId="594050746">
    <w:abstractNumId w:val="13"/>
  </w:num>
  <w:num w:numId="11" w16cid:durableId="1797065928">
    <w:abstractNumId w:val="1"/>
  </w:num>
  <w:num w:numId="12" w16cid:durableId="1207251710">
    <w:abstractNumId w:val="1"/>
  </w:num>
  <w:num w:numId="13" w16cid:durableId="819076841">
    <w:abstractNumId w:val="1"/>
  </w:num>
  <w:num w:numId="14" w16cid:durableId="1447041504">
    <w:abstractNumId w:val="1"/>
  </w:num>
  <w:num w:numId="15" w16cid:durableId="1357580730">
    <w:abstractNumId w:val="1"/>
  </w:num>
  <w:num w:numId="16" w16cid:durableId="1556962846">
    <w:abstractNumId w:val="5"/>
  </w:num>
  <w:num w:numId="17" w16cid:durableId="467743108">
    <w:abstractNumId w:val="15"/>
  </w:num>
  <w:num w:numId="18" w16cid:durableId="1477070821">
    <w:abstractNumId w:val="2"/>
  </w:num>
  <w:num w:numId="19" w16cid:durableId="1323581201">
    <w:abstractNumId w:val="14"/>
  </w:num>
  <w:num w:numId="20" w16cid:durableId="573472728">
    <w:abstractNumId w:val="9"/>
  </w:num>
  <w:num w:numId="21" w16cid:durableId="299965300">
    <w:abstractNumId w:val="5"/>
  </w:num>
  <w:num w:numId="22" w16cid:durableId="288127204">
    <w:abstractNumId w:val="5"/>
  </w:num>
  <w:num w:numId="23" w16cid:durableId="115876496">
    <w:abstractNumId w:val="5"/>
  </w:num>
  <w:num w:numId="24" w16cid:durableId="509026196">
    <w:abstractNumId w:val="6"/>
  </w:num>
  <w:num w:numId="25" w16cid:durableId="803891465">
    <w:abstractNumId w:val="10"/>
  </w:num>
  <w:num w:numId="26" w16cid:durableId="1362129394">
    <w:abstractNumId w:val="7"/>
  </w:num>
  <w:num w:numId="27" w16cid:durableId="1975598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1016"/>
    <w:rsid w:val="00002906"/>
    <w:rsid w:val="00020BAB"/>
    <w:rsid w:val="000226D6"/>
    <w:rsid w:val="00031A92"/>
    <w:rsid w:val="000348ED"/>
    <w:rsid w:val="00036801"/>
    <w:rsid w:val="00050DA7"/>
    <w:rsid w:val="000A3140"/>
    <w:rsid w:val="000A48A2"/>
    <w:rsid w:val="000A5A01"/>
    <w:rsid w:val="000D08D8"/>
    <w:rsid w:val="000F6DA1"/>
    <w:rsid w:val="00135447"/>
    <w:rsid w:val="0014502E"/>
    <w:rsid w:val="00152273"/>
    <w:rsid w:val="00167ABE"/>
    <w:rsid w:val="00180D16"/>
    <w:rsid w:val="00193367"/>
    <w:rsid w:val="001A59FC"/>
    <w:rsid w:val="001A654A"/>
    <w:rsid w:val="001B7DB4"/>
    <w:rsid w:val="001C74CF"/>
    <w:rsid w:val="001D059F"/>
    <w:rsid w:val="00222F69"/>
    <w:rsid w:val="00260CC6"/>
    <w:rsid w:val="002B0236"/>
    <w:rsid w:val="002C0577"/>
    <w:rsid w:val="002C7EEA"/>
    <w:rsid w:val="002D200E"/>
    <w:rsid w:val="0037735D"/>
    <w:rsid w:val="003A23E6"/>
    <w:rsid w:val="003D55DD"/>
    <w:rsid w:val="003E1831"/>
    <w:rsid w:val="003E5F59"/>
    <w:rsid w:val="003E611E"/>
    <w:rsid w:val="003F5606"/>
    <w:rsid w:val="00403020"/>
    <w:rsid w:val="00424954"/>
    <w:rsid w:val="0046328D"/>
    <w:rsid w:val="00467B84"/>
    <w:rsid w:val="00492ABD"/>
    <w:rsid w:val="00493964"/>
    <w:rsid w:val="004A3ADD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5F1812"/>
    <w:rsid w:val="00630F7F"/>
    <w:rsid w:val="0064435F"/>
    <w:rsid w:val="006B1334"/>
    <w:rsid w:val="006B6CD3"/>
    <w:rsid w:val="006D470F"/>
    <w:rsid w:val="006F0469"/>
    <w:rsid w:val="006F368E"/>
    <w:rsid w:val="00727E88"/>
    <w:rsid w:val="00775878"/>
    <w:rsid w:val="0080092C"/>
    <w:rsid w:val="00833856"/>
    <w:rsid w:val="008364E6"/>
    <w:rsid w:val="00843009"/>
    <w:rsid w:val="00872453"/>
    <w:rsid w:val="008763A0"/>
    <w:rsid w:val="00877BEF"/>
    <w:rsid w:val="00891198"/>
    <w:rsid w:val="008A6404"/>
    <w:rsid w:val="008B151F"/>
    <w:rsid w:val="008E7A45"/>
    <w:rsid w:val="008F13DD"/>
    <w:rsid w:val="008F4DC3"/>
    <w:rsid w:val="00902AA4"/>
    <w:rsid w:val="00906239"/>
    <w:rsid w:val="00945BD7"/>
    <w:rsid w:val="00952052"/>
    <w:rsid w:val="009C162E"/>
    <w:rsid w:val="009F232C"/>
    <w:rsid w:val="009F3B6C"/>
    <w:rsid w:val="009F5C36"/>
    <w:rsid w:val="00A27F12"/>
    <w:rsid w:val="00A30579"/>
    <w:rsid w:val="00A802BE"/>
    <w:rsid w:val="00AA2626"/>
    <w:rsid w:val="00AA76C0"/>
    <w:rsid w:val="00AC3994"/>
    <w:rsid w:val="00AF6F30"/>
    <w:rsid w:val="00B077EC"/>
    <w:rsid w:val="00B116B2"/>
    <w:rsid w:val="00B15B24"/>
    <w:rsid w:val="00B428DA"/>
    <w:rsid w:val="00B8247E"/>
    <w:rsid w:val="00B92CAF"/>
    <w:rsid w:val="00BE56DF"/>
    <w:rsid w:val="00C07A35"/>
    <w:rsid w:val="00C265EE"/>
    <w:rsid w:val="00C6612B"/>
    <w:rsid w:val="00CA04AF"/>
    <w:rsid w:val="00CD2F4A"/>
    <w:rsid w:val="00CF6DB3"/>
    <w:rsid w:val="00D14DFC"/>
    <w:rsid w:val="00D1656B"/>
    <w:rsid w:val="00D27025"/>
    <w:rsid w:val="00D27F35"/>
    <w:rsid w:val="00D3591F"/>
    <w:rsid w:val="00D611AD"/>
    <w:rsid w:val="00DA6127"/>
    <w:rsid w:val="00DD2103"/>
    <w:rsid w:val="00E33BFE"/>
    <w:rsid w:val="00E654B4"/>
    <w:rsid w:val="00E729A7"/>
    <w:rsid w:val="00E93C9B"/>
    <w:rsid w:val="00EE3F2F"/>
    <w:rsid w:val="00F44C4E"/>
    <w:rsid w:val="00F72A71"/>
    <w:rsid w:val="00F73F78"/>
    <w:rsid w:val="00FA5842"/>
    <w:rsid w:val="00FA6769"/>
    <w:rsid w:val="00FD03CA"/>
    <w:rsid w:val="00F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19AF6-BC7C-46EB-8F37-98C57DDC73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03262-8EAC-462E-865C-86B0E637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86E5AB-8814-41DF-ABA0-46C3A90F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180</Words>
  <Characters>912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7</cp:revision>
  <cp:lastPrinted>2006-10-19T11:49:00Z</cp:lastPrinted>
  <dcterms:created xsi:type="dcterms:W3CDTF">2024-10-03T10:21:00Z</dcterms:created>
  <dcterms:modified xsi:type="dcterms:W3CDTF">2025-01-10T15:02:00Z</dcterms:modified>
</cp:coreProperties>
</file>